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0F" w:rsidRDefault="00E7270F">
      <w:r>
        <w:rPr>
          <w:noProof/>
          <w:lang w:val="el-GR"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whatshappen 33333333" style="position:absolute;margin-left:-36pt;margin-top:-36pt;width:2in;height:1in;z-index:251629056;visibility:visible">
            <v:imagedata r:id="rId5" o:title="" chromakey="white"/>
          </v:shape>
        </w:pict>
      </w:r>
      <w:r>
        <w:rPr>
          <w:noProof/>
          <w:lang w:val="el-GR" w:eastAsia="el-GR"/>
        </w:rPr>
        <w:pict>
          <v:roundrect id="AutoShape 2" o:spid="_x0000_s1027" style="position:absolute;margin-left:-57pt;margin-top:9pt;width:537pt;height:81pt;z-index:2516280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" strokeweight="1.5pt">
            <v:textbox>
              <w:txbxContent>
                <w:p w:rsidR="00E7270F" w:rsidRPr="003118F6" w:rsidRDefault="00E7270F" w:rsidP="009C5B7D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  <w:lang w:val="el-GR"/>
                    </w:rPr>
                  </w:pPr>
                  <w:r w:rsidRPr="003118F6">
                    <w:rPr>
                      <w:rFonts w:ascii="Comic Sans MS" w:hAnsi="Comic Sans MS"/>
                      <w:b/>
                      <w:sz w:val="32"/>
                      <w:szCs w:val="32"/>
                      <w:lang w:val="el-GR"/>
                    </w:rPr>
                    <w:t>ΠΟΛΛΑΠΛΑΣΙΑΣΜΟΣ ΚΑΙ ΔΙΑΙΡΕΣΗ</w:t>
                  </w:r>
                </w:p>
                <w:p w:rsidR="00E7270F" w:rsidRPr="003118F6" w:rsidRDefault="00E7270F" w:rsidP="007B585D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118F6">
                    <w:rPr>
                      <w:rFonts w:ascii="Comic Sans MS" w:hAnsi="Comic Sans MS"/>
                      <w:sz w:val="28"/>
                      <w:szCs w:val="28"/>
                    </w:rPr>
                    <w:t>Όνομα: ___________________________________Τάξη: _________</w:t>
                  </w:r>
                </w:p>
              </w:txbxContent>
            </v:textbox>
          </v:roundrect>
        </w:pict>
      </w:r>
    </w:p>
    <w:p w:rsidR="00E7270F" w:rsidRDefault="00E7270F"/>
    <w:p w:rsidR="00E7270F" w:rsidRDefault="00E7270F"/>
    <w:p w:rsidR="00E7270F" w:rsidRDefault="00E7270F"/>
    <w:p w:rsidR="00E7270F" w:rsidRPr="007B585D" w:rsidRDefault="00E7270F" w:rsidP="000B0C87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  <w:lang w:val="el-GR"/>
        </w:rPr>
      </w:pPr>
      <w:r>
        <w:rPr>
          <w:noProof/>
          <w:lang w:val="el-GR" w:eastAsia="el-GR"/>
        </w:rPr>
        <w:pict>
          <v:shape id="_x0000_s1028" type="#_x0000_t75" alt="https://encrypted-tbn3.gstatic.com/images?q=tbn:ANd9GcRvXLBCWktduwqj_mulrXYJ1nuDvq3StKPITfd3EysGvl2nhOEZ" style="position:absolute;left:0;text-align:left;margin-left:396pt;margin-top:24.25pt;width:71.25pt;height:51.75pt;z-index:251656704;visibility:visible">
            <v:imagedata r:id="rId6" o:title=""/>
          </v:shape>
        </w:pict>
      </w:r>
      <w:r>
        <w:rPr>
          <w:noProof/>
          <w:lang w:val="el-GR" w:eastAsia="el-GR"/>
        </w:rPr>
        <w:pict>
          <v:shape id="_x0000_s1029" type="#_x0000_t75" alt="https://encrypted-tbn3.gstatic.com/images?q=tbn:ANd9GcRvXLBCWktduwqj_mulrXYJ1nuDvq3StKPITfd3EysGvl2nhOEZ" style="position:absolute;left:0;text-align:left;margin-left:315pt;margin-top:24.25pt;width:71.25pt;height:51.75pt;z-index:251655680;visibility:visible">
            <v:imagedata r:id="rId6" o:title=""/>
          </v:shape>
        </w:pict>
      </w:r>
      <w:r>
        <w:rPr>
          <w:noProof/>
          <w:lang w:val="el-GR" w:eastAsia="el-GR"/>
        </w:rPr>
        <w:pict>
          <v:shape id="_x0000_s1030" type="#_x0000_t75" alt="114%20Flower%20Pot.gif" style="position:absolute;left:0;text-align:left;margin-left:243pt;margin-top:24.25pt;width:57.6pt;height:57pt;z-index:251652608;visibility:visible">
            <v:imagedata r:id="rId7" o:title=""/>
          </v:shape>
        </w:pict>
      </w:r>
      <w:r>
        <w:rPr>
          <w:noProof/>
          <w:lang w:val="el-GR" w:eastAsia="el-GR"/>
        </w:rPr>
        <w:pict>
          <v:shape id="_x0000_s1031" type="#_x0000_t75" alt="114%20Flower%20Pot.gif" style="position:absolute;left:0;text-align:left;margin-left:189pt;margin-top:24.25pt;width:57.6pt;height:57pt;z-index:251651584;visibility:visible">
            <v:imagedata r:id="rId7" o:title=""/>
          </v:shape>
        </w:pict>
      </w:r>
      <w:r>
        <w:rPr>
          <w:noProof/>
          <w:lang w:val="el-GR" w:eastAsia="el-GR"/>
        </w:rPr>
        <w:pict>
          <v:shape id="Picture 8" o:spid="_x0000_s1032" type="#_x0000_t75" alt="114%20Flower%20Pot.gif" style="position:absolute;left:0;text-align:left;margin-left:135pt;margin-top:24.25pt;width:57.6pt;height:57pt;z-index:251630080;visibility:visible">
            <v:imagedata r:id="rId7" o:title=""/>
          </v:shape>
        </w:pict>
      </w:r>
      <w:r>
        <w:rPr>
          <w:noProof/>
          <w:lang w:val="el-GR" w:eastAsia="el-GR"/>
        </w:rPr>
        <w:pict>
          <v:group id="Group 31" o:spid="_x0000_s1033" style="position:absolute;left:0;text-align:left;margin-left:-42.75pt;margin-top:22pt;width:62.25pt;height:102pt;z-index:251649536" coordsize="43434,59490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">
            <v:shape id="Picture 89" o:spid="_x0000_s1034" type="#_x0000_t75" alt="j0384715" style="position:absolute;left:5287;top:3426;width:6096;height:19812;rotation:-1571715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1gQXCAAAA2wAAAA8AAABkcnMvZG93bnJldi54bWxEj92KwjAUhO8XfIdwBO/WVBHRahQRFS8W&#10;178HODTHpticlCbW+vYbQdjLYWa+YebL1paiodoXjhUM+gkI4szpgnMF18v2ewLCB2SNpWNS8CIP&#10;y0Xna46pdk8+UXMOuYgQ9ikqMCFUqZQ+M2TR911FHL2bqy2GKOtc6hqfEW5LOUySsbRYcFwwWNHa&#10;UHY/P6yCn6Nx9+GvHh0GK2pOl6TZ5ZubUr1uu5qBCNSG//CnvdcKJlN4f4k/QC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9YEFwgAAANsAAAAPAAAAAAAAAAAAAAAAAJ8C&#10;AABkcnMvZG93bnJldi54bWxQSwUGAAAAAAQABAD3AAAAjgMAAAAA&#10;">
              <v:imagedata r:id="rId8" o:title=""/>
            </v:shape>
            <v:shape id="Picture 90" o:spid="_x0000_s1035" type="#_x0000_t75" alt="j0384715" style="position:absolute;left:32605;top:1206;width:6096;height:19812;rotation:1312740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ISF3AAAAA2wAAAA8AAABkcnMvZG93bnJldi54bWxETz2LAjEQ7YX7D2GEa+TMaiG6ZxQRBYsD&#10;ObWxG5Jxs7iZ7CVR139vCuHKx/ueLzvXiDuFWHtWMBoWIIi1NzVXCk7H7dcUREzIBhvPpOBJEZaL&#10;j94cS+Mf/Ev3Q6pEDuFYogKbUltKGbUlh3HoW+LMXXxwmDIMlTQBHzncNXJcFBPpsObcYLGltSV9&#10;PdycgmOlT2fLe7N56m0YpIme/u1/lPrsd6tvEIm69C9+u3dGwSyvz1/yD5CL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UhIXcAAAADbAAAADwAAAAAAAAAAAAAAAACfAgAA&#10;ZHJzL2Rvd25yZXYueG1sUEsFBgAAAAAEAAQA9wAAAIwDAAAAAA==&#10;">
              <v:imagedata r:id="rId8" o:title=""/>
            </v:shape>
            <v:shape id="Picture 91" o:spid="_x0000_s1036" type="#_x0000_t75" alt="j0384715" style="position:absolute;left:28956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sdee9AAAA2wAAAA8AAABkcnMvZG93bnJldi54bWxEj80KwjAQhO+C7xBW8CKa1oO01SgiCB68&#10;+PMAS7O2xWZTkqj17Y0geBxm55ud1aY3rXiS841lBeksAUFcWt1wpeB62U8zED4ga2wtk4I3edis&#10;h4MVFtq++ETPc6hEhLAvUEEdQldI6cuaDPqZ7Yijd7POYIjSVVI7fEW4aeU8SRbSYMOxocaOdjWV&#10;9/PDxDeyVJ/CZJtpRy6nYzI5aiKlxqN+uwQRqA//41/6oBXkKXy3RADI9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/mx1570AAADbAAAADwAAAAAAAAAAAAAAAACfAgAAZHJz&#10;L2Rvd25yZXYueG1sUEsFBgAAAAAEAAQA9wAAAIkDAAAAAA==&#10;">
              <v:imagedata r:id="rId8" o:title=""/>
            </v:shape>
            <v:shape id="Picture 92" o:spid="_x0000_s1037" type="#_x0000_t75" alt="j0384715" style="position:absolute;left:24384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+65C+AAAA2wAAAA8AAABkcnMvZG93bnJldi54bWxEj80KwjAQhO+C7xBW8CKa6kFqNS0iCB68&#10;+PMAS7O2xWZTkqj17Y0geBxm55udTdGbVjzJ+caygvksAUFcWt1wpeB62U9TED4ga2wtk4I3eSjy&#10;4WCDmbYvPtHzHCoRIewzVFCH0GVS+rImg35mO+Lo3awzGKJ0ldQOXxFuWrlIkqU02HBsqLGjXU3l&#10;/fww8Y10rk9hsk21I7eiYzI5aiKlxqN+uwYRqA//41/6oBWsFvDdEgEg8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6+65C+AAAA2wAAAA8AAAAAAAAAAAAAAAAAnwIAAGRy&#10;cy9kb3ducmV2LnhtbFBLBQYAAAAABAAEAPcAAACKAwAAAAA=&#10;">
              <v:imagedata r:id="rId8" o:title=""/>
            </v:shape>
            <v:shape id="Picture 93" o:spid="_x0000_s1038" type="#_x0000_t75" alt="j0384715" style="position:absolute;left:19050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Tgu+AAAA2wAAAA8AAABkcnMvZG93bnJldi54bWxEj80KwjAQhO+C7xBW8CKaqiBtNYoIggcv&#10;/jzA0qxtsdmUJGp9eyMIHofZ+WZntelMI57kfG1ZwXSSgCAurK65VHC97McpCB+QNTaWScGbPGzW&#10;/d4Kc21ffKLnOZQiQtjnqKAKoc2l9EVFBv3EtsTRu1lnMETpSqkdviLcNHKWJAtpsObYUGFLu4qK&#10;+/lh4hvpVJ/CaJtqRy6jYzI6aiKlhoNuuwQRqAv/41/6oBVkc/huiQCQ6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HyTgu+AAAA2wAAAA8AAAAAAAAAAAAAAAAAnwIAAGRy&#10;cy9kb3ducmV2LnhtbFBLBQYAAAAABAAEAPcAAACKAwAAAAA=&#10;">
              <v:imagedata r:id="rId8" o:title=""/>
            </v:shape>
            <v:shape id="Picture 94" o:spid="_x0000_s1039" type="#_x0000_t75" alt="j0384715" style="position:absolute;left:14478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b1n++AAAA2wAAAA8AAABkcnMvZG93bnJldi54bWxEj80KwjAQhO+C7xBW8CKaKiJtNYoIggcv&#10;/jzA0qxtsdmUJGp9eyMIHofZ+WZntelMI57kfG1ZwXSSgCAurK65VHC97McpCB+QNTaWScGbPGzW&#10;/d4Kc21ffKLnOZQiQtjnqKAKoc2l9EVFBv3EtsTRu1lnMETpSqkdviLcNHKWJAtpsObYUGFLu4qK&#10;+/lh4hvpVJ/CaJtqRy6jYzI6aiKlhoNuuwQRqAv/41/6oBVkc/huiQCQ6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4b1n++AAAA2wAAAA8AAAAAAAAAAAAAAAAAnwIAAGRy&#10;cy9kb3ducmV2LnhtbFBLBQYAAAAABAAEAPcAAACKAwAAAAA=&#10;">
              <v:imagedata r:id="rId8" o:title=""/>
            </v:shape>
            <v:shape id="Picture 95" o:spid="_x0000_s1040" type="#_x0000_t75" alt="j0384715" style="position:absolute;left:9906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Xc+S+AAAA2wAAAA8AAABkcnMvZG93bnJldi54bWxEj80KwjAQhO+C7xBW8CKaKihtNYoIggcv&#10;/jzA0qxtsdmUJGp9eyMIHofZ+WZntelMI57kfG1ZwXSSgCAurK65VHC97McpCB+QNTaWScGbPGzW&#10;/d4Kc21ffKLnOZQiQtjnqKAKoc2l9EVFBv3EtsTRu1lnMETpSqkdviLcNHKWJAtpsObYUGFLu4qK&#10;+/lh4hvpVJ/CaJtqRy6jYzI6aiKlhoNuuwQRqAv/41/6oBVkc/huiQCQ6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FXc+S+AAAA2wAAAA8AAAAAAAAAAAAAAAAAnwIAAGRy&#10;cy9kb3ducmV2LnhtbFBLBQYAAAAABAAEAPcAAACKAwAAAAA=&#10;">
              <v:imagedata r:id="rId8" o:title=""/>
            </v:shape>
            <v:shape id="Picture 96" o:spid="_x0000_s1041" type="#_x0000_t75" style="position:absolute;top:15240;width:43434;height:442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rMeLAAAAA2wAAAA8AAABkcnMvZG93bnJldi54bWxEj8FqwzAQRO+F/oPYQG+JnB5M41o2oVCT&#10;q918wMbaWibWyrVU2/n7KhDocZiZN0xernYQM02+d6xgv0tAELdO99wpOH99bt9A+ICscXBMCm7k&#10;oSyen3LMtFu4prkJnYgQ9hkqMCGMmZS+NWTR79xIHL1vN1kMUU6d1BMuEW4H+ZokqbTYc1wwONKH&#10;ofba/FoFP3VjK2p1txKaS6V7eVj0rNTLZj2+gwi0hv/wo33SCg4p3L/EHyC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usx4sAAAADbAAAADwAAAAAAAAAAAAAAAACfAgAA&#10;ZHJzL2Rvd25yZXYueG1sUEsFBgAAAAAEAAQA9wAAAIwDAAAAAA==&#10;">
              <v:imagedata r:id="rId9" o:title=""/>
            </v:shape>
          </v:group>
        </w:pict>
      </w:r>
      <w:r>
        <w:rPr>
          <w:noProof/>
          <w:lang w:val="el-GR" w:eastAsia="el-GR"/>
        </w:rPr>
        <w:pict>
          <v:group id="_x0000_s1042" style="position:absolute;left:0;text-align:left;margin-left:33.75pt;margin-top:22.75pt;width:62.25pt;height:101.25pt;z-index:251650560" coordsize="43434,59490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">
            <v:shape id="Picture 98" o:spid="_x0000_s1043" type="#_x0000_t75" alt="j0384715" style="position:absolute;left:5287;top:3426;width:6096;height:19812;rotation:-1571715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ITM3AAAAA2wAAAA8AAABkcnMvZG93bnJldi54bWxET7tqwzAU3Qv9B3EL3RopGULqWA6hUPDS&#10;IU6WbBfr+kGtK1dSY8dfXw2FjIfzzg+zHcSNfOgda1ivFAji2pmeWw2X8+fbDkSIyAYHx6ThTgEO&#10;xfNTjplxE5/oVsVWpBAOGWroYhwzKUPdkcWwciNx4hrnLcYEfSuNxymF20FulNpKiz2nhg5H+uio&#10;/q5+rQZvNjul7lMzrstw9cflR34tqPXry3zcg4g0x4f4310aDe9pbPqSfoAs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0hMzcAAAADbAAAADwAAAAAAAAAAAAAAAACfAgAA&#10;ZHJzL2Rvd25yZXYueG1sUEsFBgAAAAAEAAQA9wAAAIwDAAAAAA==&#10;">
              <v:imagedata r:id="rId10" o:title=""/>
            </v:shape>
            <v:shape id="Picture 99" o:spid="_x0000_s1044" type="#_x0000_t75" alt="j0384715" style="position:absolute;left:32605;top:1206;width:6096;height:19812;rotation:1312740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/FFrCAAAA2wAAAA8AAABkcnMvZG93bnJldi54bWxEj0FrwkAUhO8F/8PyhN6ajVKkSV1FLIoe&#10;1VJ6fGSf2WD2bZrdaPTXu4LQ4zAz3zDTeW9rcabWV44VjJIUBHHhdMWlgu/D6u0DhA/IGmvHpOBK&#10;HuazwcsUc+0uvKPzPpQiQtjnqMCE0ORS+sKQRZ+4hjh6R9daDFG2pdQtXiLc1nKcphNpseK4YLCh&#10;paHitO+sAvzNtu8389V1NP5Dc8V1f/yxSr0O+8UniEB9+A8/2xutIMvg8SX+ADm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fxRawgAAANsAAAAPAAAAAAAAAAAAAAAAAJ8C&#10;AABkcnMvZG93bnJldi54bWxQSwUGAAAAAAQABAD3AAAAjgMAAAAA&#10;">
              <v:imagedata r:id="rId10" o:title=""/>
            </v:shape>
            <v:shape id="Picture 100" o:spid="_x0000_s1045" type="#_x0000_t75" alt="j0384715" style="position:absolute;left:28956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EH67GAAAA3AAAAA8AAABkcnMvZG93bnJldi54bWxEj09rwzAMxe+Ffgejwi5ltbdDKVndEgqD&#10;UVihfy67iVhLssVyFntu+u2rw2A3iff03k/r7eg7lWmIbWALTwsDirgKruXawuX8+rgCFROywy4w&#10;WbhRhO1mOllj4cKVj5RPqVYSwrFAC01KfaF1rBryGBehJxbtMwwek6xDrd2AVwn3nX42Zqk9tiwN&#10;Dfa0a6j6Pv16Cx91OZrDz3ucf+3m7Wqfc7k/ZGsfZmP5AirRmP7Nf9dvTvCN4MszMoHe3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gQfrsYAAADcAAAADwAAAAAAAAAAAAAA&#10;AACfAgAAZHJzL2Rvd25yZXYueG1sUEsFBgAAAAAEAAQA9wAAAJIDAAAAAA==&#10;">
              <v:imagedata r:id="rId10" o:title=""/>
            </v:shape>
            <v:shape id="Picture 101" o:spid="_x0000_s1046" type="#_x0000_t75" alt="j0384715" style="position:absolute;left:24384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IujXDAAAA3AAAAA8AAABkcnMvZG93bnJldi54bWxET01rwkAQvRf6H5Yp9CLNrj0UidlIEIQi&#10;VNB68TZkp0k0Oxuz2zX9926h0Ns83ucUq8n2ItLoO8ca5pkCQVw703Gj4fi5eVmA8AHZYO+YNPyQ&#10;h1X5+FBgbtyN9xQPoREphH2OGtoQhlxKX7dk0WduIE7clxsthgTHRpoRbync9vJVqTdpsePU0OJA&#10;65bqy+Hbajg11aR21w8/O69n3WIbY7XdRa2fn6ZqCSLQFP7Ff+53k+arOfw+ky6Q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Ui6NcMAAADcAAAADwAAAAAAAAAAAAAAAACf&#10;AgAAZHJzL2Rvd25yZXYueG1sUEsFBgAAAAAEAAQA9wAAAI8DAAAAAA==&#10;">
              <v:imagedata r:id="rId10" o:title=""/>
            </v:shape>
            <v:shape id="Picture 102" o:spid="_x0000_s1047" type="#_x0000_t75" alt="j0384715" style="position:absolute;left:19050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aJELCAAAA3AAAAA8AAABkcnMvZG93bnJldi54bWxET02LwjAQvS/4H8IIexFN1sMi1ShFEBZB&#10;QdeLt6EZ22ozqU2M3X9vFhb2No/3OYtVbxsRqfO1Yw0fEwWCuHCm5lLD6XsznoHwAdlg45g0/JCH&#10;1XLwtsDMuCcfKB5DKVII+ww1VCG0mZS+qMiin7iWOHEX11kMCXalNB0+U7ht5FSpT2mx5tRQYUvr&#10;iorb8WE1nMu8V/v7zo+u61E928aYb/dR6/dhn89BBOrDv/jP/WXSfDWF32fSBXL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miRCwgAAANwAAAAPAAAAAAAAAAAAAAAAAJ8C&#10;AABkcnMvZG93bnJldi54bWxQSwUGAAAAAAQABAD3AAAAjgMAAAAA&#10;">
              <v:imagedata r:id="rId10" o:title=""/>
            </v:shape>
            <v:shape id="Picture 103" o:spid="_x0000_s1048" type="#_x0000_t75" alt="j0384715" style="position:absolute;left:14478;top:762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WgdnDAAAA3AAAAA8AAABkcnMvZG93bnJldi54bWxET99rwjAQfh/4P4Qb7EXWxAlDOlMpgjCE&#10;CVNffDuas61rLrXJYvffm8Fgb/fx/bzlarSdiDT41rGGWaZAEFfOtFxrOB42zwsQPiAb7ByThh/y&#10;sComD0vMjbvxJ8V9qEUKYZ+jhiaEPpfSVw1Z9JnriRN3doPFkOBQSzPgLYXbTr4o9SottpwaGuxp&#10;3VD1tf+2Gk51Oard9cNPL+tpu9jGWG53Ueunx7F8AxFoDP/iP/e7SfPVHH6fSRfI4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taB2cMAAADcAAAADwAAAAAAAAAAAAAAAACf&#10;AgAAZHJzL2Rvd25yZXYueG1sUEsFBgAAAAAEAAQA9wAAAI8DAAAAAA==&#10;">
              <v:imagedata r:id="rId10" o:title=""/>
            </v:shape>
            <v:shape id="Picture 104" o:spid="_x0000_s1049" type="#_x0000_t75" alt="j0384715" style="position:absolute;left:9906;width:6096;height:198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/Ga3DAAAA3AAAAA8AAABkcnMvZG93bnJldi54bWxET99rwjAQfh/4P4Qb7EXWxCFDOlMpgjCE&#10;CVNffDuas61rLrXJYvffm8Fgb/fx/bzlarSdiDT41rGGWaZAEFfOtFxrOB42zwsQPiAb7ByThh/y&#10;sComD0vMjbvxJ8V9qEUKYZ+jhiaEPpfSVw1Z9JnriRN3doPFkOBQSzPgLYXbTr4o9SottpwaGuxp&#10;3VD1tf+2Gk51Oard9cNPL+tpu9jGWG53Ueunx7F8AxFoDP/iP/e7SfPVHH6fSRfI4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T8ZrcMAAADcAAAADwAAAAAAAAAAAAAAAACf&#10;AgAAZHJzL2Rvd25yZXYueG1sUEsFBgAAAAAEAAQA9wAAAI8DAAAAAA==&#10;">
              <v:imagedata r:id="rId10" o:title=""/>
            </v:shape>
            <v:shape id="Picture 105" o:spid="_x0000_s1050" type="#_x0000_t75" style="position:absolute;top:15240;width:43434;height:442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r8C8AAAA3AAAAA8AAABkcnMvZG93bnJldi54bWxET82KwjAQvgu+Qxhhb5oqrGg1igiKV6sP&#10;MDZjU2wmtYltffvNguBtPr7fWW97W4mWGl86VjCdJCCIc6dLLhRcL4fxAoQPyBorx6TgTR62m+Fg&#10;jal2HZ+pzUIhYgj7FBWYEOpUSp8bsugnriaO3N01FkOETSF1g10Mt5WcJclcWiw5NhisaW8of2Qv&#10;q+B5zuyRcl30hOZ21KVcdrpV6mfU71YgAvXhK/64TzrOT37h/5l4gdz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uWK/AvAAAANwAAAAPAAAAAAAAAAAAAAAAAJ8CAABkcnMv&#10;ZG93bnJldi54bWxQSwUGAAAAAAQABAD3AAAAiAMAAAAA&#10;">
              <v:imagedata r:id="rId9" o:title=""/>
            </v:shape>
          </v:group>
        </w:pict>
      </w:r>
      <w:r>
        <w:rPr>
          <w:rFonts w:ascii="Comic Sans MS" w:hAnsi="Comic Sans MS"/>
          <w:b/>
          <w:sz w:val="24"/>
          <w:szCs w:val="24"/>
          <w:lang w:val="el-GR"/>
        </w:rPr>
        <w:t>Να γράψεις τις μαθηματικές προτάσεις</w:t>
      </w:r>
      <w:r w:rsidRPr="007B585D">
        <w:rPr>
          <w:rFonts w:ascii="Comic Sans MS" w:hAnsi="Comic Sans MS"/>
          <w:b/>
          <w:sz w:val="24"/>
          <w:szCs w:val="24"/>
          <w:lang w:val="el-GR"/>
        </w:rPr>
        <w:t xml:space="preserve"> πολλαπλασιασμού και διαίρεσης:</w: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_x0000_s1051" type="#_x0000_t75" alt="114%20Flower%20Pot.gif" style="position:absolute;margin-left:3in;margin-top:23.55pt;width:57.6pt;height:57pt;z-index:251654656;visibility:visible">
            <v:imagedata r:id="rId7" o:title=""/>
          </v:shape>
        </w:pict>
      </w:r>
      <w:r>
        <w:rPr>
          <w:noProof/>
          <w:lang w:val="el-GR" w:eastAsia="el-GR"/>
        </w:rPr>
        <w:pict>
          <v:shape id="_x0000_s1052" type="#_x0000_t75" alt="114%20Flower%20Pot.gif" style="position:absolute;margin-left:162pt;margin-top:23.55pt;width:57.6pt;height:57pt;z-index:251653632;visibility:visible">
            <v:imagedata r:id="rId7" o:title=""/>
          </v:shape>
        </w:pict>
      </w:r>
    </w:p>
    <w:p w:rsidR="00E7270F" w:rsidRPr="00204C4F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_x0000_s1053" type="#_x0000_t75" alt="https://encrypted-tbn3.gstatic.com/images?q=tbn:ANd9GcRvXLBCWktduwqj_mulrXYJ1nuDvq3StKPITfd3EysGvl2nhOEZ" style="position:absolute;margin-left:374.25pt;margin-top:4.1pt;width:71.25pt;height:51.75pt;z-index:251657728;visibility:visible">
            <v:imagedata r:id="rId6" o:title=""/>
          </v:shape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54" type="#_x0000_t202" style="position:absolute;margin-left:-48.55pt;margin-top:5.15pt;width:167.25pt;height:58.5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" stroked="f">
            <v:textbox style="mso-next-textbox:#Text Box 21">
              <w:txbxContent>
                <w:p w:rsidR="00E7270F" w:rsidRDefault="00E7270F">
                  <w:r>
                    <w:t>__________________________</w:t>
                  </w:r>
                </w:p>
                <w:p w:rsidR="00E7270F" w:rsidRPr="005B719D" w:rsidRDefault="00E7270F">
                  <w: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Text Box 23" o:spid="_x0000_s1055" type="#_x0000_t202" style="position:absolute;margin-left:332.25pt;margin-top:10.15pt;width:167.25pt;height:58.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ID0hQIAABg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" stroked="f">
            <v:textbox style="mso-next-textbox:#Text Box 23">
              <w:txbxContent>
                <w:p w:rsidR="00E7270F" w:rsidRDefault="00E7270F" w:rsidP="005B719D">
                  <w:r>
                    <w:t>_______________________</w:t>
                  </w:r>
                </w:p>
                <w:p w:rsidR="00E7270F" w:rsidRPr="005B719D" w:rsidRDefault="00E7270F" w:rsidP="005B719D">
                  <w:r>
                    <w:t>________________________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Text Box 22" o:spid="_x0000_s1056" type="#_x0000_t202" style="position:absolute;margin-left:146.25pt;margin-top:10.4pt;width:167.25pt;height:58.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" stroked="f">
            <v:textbox>
              <w:txbxContent>
                <w:p w:rsidR="00E7270F" w:rsidRDefault="00E7270F" w:rsidP="005B719D">
                  <w:r>
                    <w:t>__________________________</w:t>
                  </w:r>
                </w:p>
                <w:p w:rsidR="00E7270F" w:rsidRPr="005B719D" w:rsidRDefault="00E7270F" w:rsidP="005B719D">
                  <w:r>
                    <w:t>______________________________</w:t>
                  </w:r>
                </w:p>
              </w:txbxContent>
            </v:textbox>
          </v:shape>
        </w:pict>
      </w:r>
    </w:p>
    <w:p w:rsidR="00E7270F" w:rsidRPr="00204C4F" w:rsidRDefault="00E7270F" w:rsidP="000B0C87">
      <w:pPr>
        <w:rPr>
          <w:lang w:val="el-GR"/>
        </w:rPr>
      </w:pPr>
    </w:p>
    <w:p w:rsidR="00E7270F" w:rsidRPr="00204C4F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Picture 3092" o:spid="_x0000_s1057" type="#_x0000_t75" style="position:absolute;margin-left:366pt;margin-top:11.5pt;width:24.9pt;height:33pt;z-index:251676160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1" o:spid="_x0000_s1058" type="#_x0000_t75" style="position:absolute;margin-left:332.25pt;margin-top:12.25pt;width:24.9pt;height:33pt;z-index:251675136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0" o:spid="_x0000_s1059" type="#_x0000_t75" style="position:absolute;margin-left:300.75pt;margin-top:12.45pt;width:24.9pt;height:33pt;z-index:251674112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84" o:spid="_x0000_s1060" type="#_x0000_t75" style="position:absolute;margin-left:269.25pt;margin-top:12.25pt;width:24.95pt;height:33pt;z-index:251671040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_x0000_s1061" type="#_x0000_t75" style="position:absolute;margin-left:113.2pt;margin-top:17.85pt;width:36pt;height:36.75pt;z-index:251661824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62" type="#_x0000_t75" style="position:absolute;margin-left:69.85pt;margin-top:17.85pt;width:36pt;height:36.75pt;z-index:251660800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63" type="#_x0000_t75" style="position:absolute;margin-left:26.65pt;margin-top:17.85pt;width:36pt;height:36.75pt;z-index:251659776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64" type="#_x0000_t75" style="position:absolute;margin-left:-20.3pt;margin-top:17.85pt;width:36pt;height:36.75pt;z-index:251658752;visibility:visible">
            <v:imagedata r:id="rId12" o:title=""/>
          </v:shape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Picture 3098" o:spid="_x0000_s1065" type="#_x0000_t75" style="position:absolute;margin-left:369pt;margin-top:-.4pt;width:24.9pt;height:33pt;z-index:251682304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5" o:spid="_x0000_s1066" type="#_x0000_t75" style="position:absolute;margin-left:336.75pt;margin-top:-.4pt;width:24.9pt;height:33pt;z-index:251679232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88" o:spid="_x0000_s1067" type="#_x0000_t75" style="position:absolute;margin-left:269.25pt;margin-top:2.25pt;width:24.9pt;height:33pt;z-index:251672064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3" o:spid="_x0000_s1068" type="#_x0000_t75" style="position:absolute;margin-left:300.75pt;margin-top:1.35pt;width:24.95pt;height:33pt;z-index:251677184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_x0000_s1069" type="#_x0000_t75" style="position:absolute;margin-left:114.6pt;margin-top:-.05pt;width:36pt;height:36.75pt;z-index:251668992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70" type="#_x0000_t75" style="position:absolute;margin-left:69.7pt;margin-top:-.05pt;width:36pt;height:36.75pt;z-index:251666944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71" type="#_x0000_t75" style="position:absolute;margin-left:26.95pt;margin-top:-.05pt;width:36pt;height:36.75pt;z-index:251663872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72" type="#_x0000_t75" style="position:absolute;margin-left:-19.05pt;margin-top:-.05pt;width:36pt;height:36.75pt;z-index:251662848;visibility:visible">
            <v:imagedata r:id="rId12" o:title=""/>
          </v:shape>
        </w:pict>
      </w: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Picture 3097" o:spid="_x0000_s1073" type="#_x0000_t75" style="position:absolute;margin-left:369pt;margin-top:12.4pt;width:24.9pt;height:33pt;z-index:251681280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6" o:spid="_x0000_s1074" type="#_x0000_t75" style="position:absolute;margin-left:334.5pt;margin-top:13.35pt;width:24.9pt;height:33pt;z-index:251680256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94" o:spid="_x0000_s1075" type="#_x0000_t75" style="position:absolute;margin-left:300.75pt;margin-top:14.85pt;width:24.9pt;height:33pt;z-index:251678208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Picture 3089" o:spid="_x0000_s1076" type="#_x0000_t75" style="position:absolute;margin-left:269.25pt;margin-top:15pt;width:24.9pt;height:33pt;z-index:251673088;visibility:visible">
            <v:imagedata r:id="rId11" o:title="" grayscale="t" bilevel="t"/>
          </v:shape>
        </w:pict>
      </w:r>
      <w:r>
        <w:rPr>
          <w:noProof/>
          <w:lang w:val="el-GR" w:eastAsia="el-GR"/>
        </w:rPr>
        <w:pict>
          <v:shape id="_x0000_s1077" type="#_x0000_t75" style="position:absolute;margin-left:112.95pt;margin-top:11.25pt;width:36pt;height:36.75pt;z-index:251670016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78" type="#_x0000_t75" style="position:absolute;margin-left:68.6pt;margin-top:9.75pt;width:36pt;height:36.75pt;z-index:251667968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79" type="#_x0000_t75" style="position:absolute;margin-left:25pt;margin-top:9.75pt;width:36pt;height:36.75pt;z-index:251665920;visibility:visible">
            <v:imagedata r:id="rId12" o:title=""/>
          </v:shape>
        </w:pict>
      </w:r>
      <w:r>
        <w:rPr>
          <w:noProof/>
          <w:lang w:val="el-GR" w:eastAsia="el-GR"/>
        </w:rPr>
        <w:pict>
          <v:shape id="_x0000_s1080" type="#_x0000_t75" style="position:absolute;margin-left:-18.2pt;margin-top:9pt;width:36pt;height:36.75pt;z-index:251664896;visibility:visible">
            <v:imagedata r:id="rId12" o:title=""/>
          </v:shape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Text Box 24" o:spid="_x0000_s1081" type="#_x0000_t202" style="position:absolute;margin-left:249pt;margin-top:6.8pt;width:167.25pt;height:58.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" stroked="f">
            <v:textbox>
              <w:txbxContent>
                <w:p w:rsidR="00E7270F" w:rsidRDefault="00E7270F" w:rsidP="005B719D">
                  <w:r>
                    <w:t>__________________________</w:t>
                  </w:r>
                </w:p>
                <w:p w:rsidR="00E7270F" w:rsidRPr="005B719D" w:rsidRDefault="00E7270F" w:rsidP="005B719D">
                  <w: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pict>
          <v:shape id="Text Box 25" o:spid="_x0000_s1082" type="#_x0000_t202" style="position:absolute;margin-left:-30.6pt;margin-top:10.5pt;width:167.25pt;height:58.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" stroked="f">
            <v:textbox>
              <w:txbxContent>
                <w:p w:rsidR="00E7270F" w:rsidRDefault="00E7270F" w:rsidP="005B719D">
                  <w:r>
                    <w:t>__________________________</w:t>
                  </w:r>
                </w:p>
                <w:p w:rsidR="00E7270F" w:rsidRPr="005B719D" w:rsidRDefault="00E7270F" w:rsidP="005B719D">
                  <w:r>
                    <w:t>______________________________</w:t>
                  </w:r>
                </w:p>
              </w:txbxContent>
            </v:textbox>
          </v:shape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0E50A9" w:rsidRDefault="00E7270F" w:rsidP="007B585D">
      <w:pPr>
        <w:rPr>
          <w:rFonts w:ascii="Comic Sans MS" w:hAnsi="Comic Sans MS"/>
          <w:b/>
          <w:noProof/>
          <w:sz w:val="24"/>
          <w:szCs w:val="24"/>
          <w:lang w:val="el-GR" w:eastAsia="el-GR"/>
        </w:rPr>
      </w:pPr>
      <w:r>
        <w:rPr>
          <w:noProof/>
          <w:lang w:val="el-GR" w:eastAsia="el-GR"/>
        </w:rPr>
        <w:pict>
          <v:rect id="Rectangle 87" o:spid="_x0000_s1083" style="position:absolute;margin-left:315pt;margin-top:24.25pt;width:36.75pt;height:28.5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" strokeweight="2pt"/>
        </w:pict>
      </w:r>
    </w:p>
    <w:p w:rsidR="00E7270F" w:rsidRPr="007B585D" w:rsidRDefault="00E7270F" w:rsidP="00D17923">
      <w:pPr>
        <w:pStyle w:val="ListParagraph"/>
        <w:numPr>
          <w:ilvl w:val="0"/>
          <w:numId w:val="1"/>
        </w:numPr>
        <w:rPr>
          <w:rFonts w:ascii="Comic Sans MS" w:hAnsi="Comic Sans MS"/>
          <w:b/>
          <w:noProof/>
          <w:sz w:val="24"/>
          <w:szCs w:val="24"/>
          <w:lang w:val="el-GR" w:eastAsia="el-GR"/>
        </w:rPr>
      </w:pPr>
      <w:r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Να γράψεις ένα πρόβλημα για την εξίσωση  </w:t>
      </w:r>
      <w:r w:rsidRPr="00AB4D1F"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2 </w:t>
      </w:r>
      <w:r>
        <w:rPr>
          <w:rFonts w:ascii="Comic Sans MS" w:hAnsi="Comic Sans MS"/>
          <w:b/>
          <w:noProof/>
          <w:sz w:val="24"/>
          <w:szCs w:val="24"/>
          <w:lang w:eastAsia="el-GR"/>
        </w:rPr>
        <w:t>x</w:t>
      </w:r>
      <w:r w:rsidRPr="00AB4D1F"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 8</w:t>
      </w:r>
      <w:r w:rsidRPr="007B585D"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 </w:t>
      </w:r>
      <w:r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=  </w:t>
      </w:r>
      <w:r w:rsidRPr="007B585D"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 </w:t>
      </w:r>
    </w:p>
    <w:p w:rsidR="00E7270F" w:rsidRPr="007B585D" w:rsidRDefault="00E7270F" w:rsidP="000B0C87">
      <w:pPr>
        <w:rPr>
          <w:lang w:val="el-GR"/>
        </w:rPr>
      </w:pPr>
      <w:r>
        <w:rPr>
          <w:lang w:val="el-G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Default="00E7270F" w:rsidP="000B0C87">
      <w:pPr>
        <w:rPr>
          <w:lang w:val="el-GR"/>
        </w:rPr>
      </w:pPr>
    </w:p>
    <w:p w:rsidR="00E7270F" w:rsidRPr="003118F6" w:rsidRDefault="00E7270F" w:rsidP="000B0C87">
      <w:pPr>
        <w:rPr>
          <w:lang w:val="el-GR"/>
        </w:rPr>
      </w:pPr>
    </w:p>
    <w:p w:rsidR="00E7270F" w:rsidRDefault="00E7270F" w:rsidP="00A04199">
      <w:pPr>
        <w:pStyle w:val="ListParagraph"/>
        <w:numPr>
          <w:ilvl w:val="0"/>
          <w:numId w:val="1"/>
        </w:numPr>
        <w:rPr>
          <w:rFonts w:ascii="Comic Sans MS" w:hAnsi="Comic Sans MS"/>
          <w:b/>
          <w:noProof/>
          <w:sz w:val="24"/>
          <w:szCs w:val="24"/>
          <w:lang w:val="el-GR" w:eastAsia="el-GR"/>
        </w:rPr>
      </w:pPr>
      <w:r>
        <w:rPr>
          <w:noProof/>
          <w:lang w:val="el-GR" w:eastAsia="el-GR"/>
        </w:rPr>
        <w:pict>
          <v:rect id="Rectangle 3099" o:spid="_x0000_s1084" style="position:absolute;left:0;text-align:left;margin-left:315pt;margin-top:-9pt;width:36.75pt;height:28.5pt;z-index:251683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" fillcolor="window" strokecolor="windowText" strokeweight="2pt"/>
        </w:pict>
      </w:r>
      <w:r w:rsidRPr="003118F6"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Να γράψεις ένα πρόβλημα για την εξίσωση 15 : 3 = </w:t>
      </w:r>
    </w:p>
    <w:p w:rsidR="00E7270F" w:rsidRDefault="00E7270F" w:rsidP="003118F6">
      <w:pPr>
        <w:pStyle w:val="ListParagraph"/>
        <w:ind w:left="0"/>
        <w:rPr>
          <w:rFonts w:ascii="Comic Sans MS" w:hAnsi="Comic Sans MS"/>
          <w:b/>
          <w:noProof/>
          <w:sz w:val="24"/>
          <w:szCs w:val="24"/>
          <w:lang w:val="el-GR" w:eastAsia="el-GR"/>
        </w:rPr>
      </w:pPr>
      <w:r>
        <w:rPr>
          <w:rFonts w:ascii="Comic Sans MS" w:hAnsi="Comic Sans MS"/>
          <w:b/>
          <w:noProof/>
          <w:sz w:val="24"/>
          <w:szCs w:val="24"/>
          <w:lang w:val="el-GR" w:eastAsia="el-GR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Pr="00A42C69" w:rsidRDefault="00E7270F" w:rsidP="003118F6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Pr="0002014D" w:rsidRDefault="00E7270F" w:rsidP="003118F6">
      <w:pPr>
        <w:pStyle w:val="ListParagraph"/>
        <w:spacing w:line="720" w:lineRule="auto"/>
        <w:ind w:left="0"/>
        <w:rPr>
          <w:lang w:val="el-GR"/>
        </w:rPr>
      </w:pPr>
      <w:r>
        <w:rPr>
          <w:noProof/>
          <w:lang w:val="el-GR" w:eastAsia="el-GR"/>
        </w:rPr>
        <w:pict>
          <v:shape id="Picture 23" o:spid="_x0000_s1085" type="#_x0000_t75" alt="winter-polar-bear.png" style="position:absolute;margin-left:-45pt;margin-top:34.15pt;width:161.25pt;height:127.5pt;z-index:251631104;visibility:visible">
            <v:imagedata r:id="rId13" o:title=""/>
          </v:shape>
        </w:pict>
      </w:r>
      <w:r>
        <w:rPr>
          <w:rFonts w:ascii="Comic Sans MS" w:hAnsi="Comic Sans MS"/>
          <w:b/>
          <w:noProof/>
          <w:sz w:val="24"/>
          <w:szCs w:val="24"/>
          <w:lang w:val="el-GR" w:eastAsia="el-GR"/>
        </w:rPr>
        <w:t xml:space="preserve">4.Να βρεις την απάντηση: </w:t>
      </w:r>
    </w:p>
    <w:p w:rsidR="00E7270F" w:rsidRPr="0002014D" w:rsidRDefault="00E7270F" w:rsidP="0002014D">
      <w:pPr>
        <w:pStyle w:val="ListParagraph"/>
        <w:spacing w:line="720" w:lineRule="auto"/>
        <w:rPr>
          <w:lang w:val="el-GR"/>
        </w:rPr>
      </w:pPr>
      <w:r>
        <w:rPr>
          <w:noProof/>
          <w:lang w:val="el-GR" w:eastAsia="el-GR"/>
        </w:rPr>
        <w:pict>
          <v:roundrect id="AutoShape 13" o:spid="_x0000_s1086" style="position:absolute;left:0;text-align:left;margin-left:-18pt;margin-top:47pt;width:62.1pt;height:24pt;z-index:2516321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" stroked="f">
            <v:textbox style="mso-next-textbox:#AutoShape 13">
              <w:txbxContent>
                <w:p w:rsidR="00E7270F" w:rsidRPr="00D17923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>15 : 3 =</w:t>
                  </w:r>
                </w:p>
              </w:txbxContent>
            </v:textbox>
          </v:roundrect>
        </w:pict>
      </w:r>
      <w:r>
        <w:rPr>
          <w:noProof/>
          <w:lang w:val="el-GR" w:eastAsia="el-GR"/>
        </w:rPr>
        <w:pict>
          <v:shape id="_x0000_s1087" type="#_x0000_t75" alt="winter-polar-bear.png" style="position:absolute;left:0;text-align:left;margin-left:290.4pt;margin-top:13.1pt;width:161.25pt;height:127.5pt;z-index:251634176;visibility:visible">
            <v:imagedata r:id="rId13" o:title=""/>
          </v:shape>
        </w:pict>
      </w:r>
      <w:r>
        <w:rPr>
          <w:noProof/>
          <w:lang w:val="el-GR" w:eastAsia="el-GR"/>
        </w:rPr>
        <w:pict>
          <v:shape id="_x0000_s1088" type="#_x0000_t75" alt="winter-polar-bear.png" style="position:absolute;left:0;text-align:left;margin-left:111.75pt;margin-top:13.1pt;width:161.25pt;height:127.5pt;z-index:251633152;visibility:visible">
            <v:imagedata r:id="rId13" o:title=""/>
          </v:shape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roundrect id="AutoShape 16" o:spid="_x0000_s1089" style="position:absolute;margin-left:321.75pt;margin-top:3.65pt;width:62.1pt;height:25.5pt;z-index:251639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" stroked="f">
            <v:textbox>
              <w:txbxContent>
                <w:p w:rsidR="00E7270F" w:rsidRPr="00D17923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>1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6</w:t>
                  </w: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 xml:space="preserve"> :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4</w:t>
                  </w: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 xml:space="preserve"> =</w:t>
                  </w:r>
                </w:p>
              </w:txbxContent>
            </v:textbox>
          </v:roundrect>
        </w:pict>
      </w:r>
      <w:r>
        <w:rPr>
          <w:noProof/>
          <w:lang w:val="el-GR" w:eastAsia="el-GR"/>
        </w:rPr>
        <w:pict>
          <v:roundrect id="AutoShape 18" o:spid="_x0000_s1090" style="position:absolute;margin-left:144.75pt;margin-top:5.9pt;width:62.1pt;height:25.5pt;z-index:2516413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" stroked="f">
            <v:textbox>
              <w:txbxContent>
                <w:p w:rsidR="00E7270F" w:rsidRPr="00D17923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2 Χ 6</w:t>
                  </w: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 xml:space="preserve"> =</w:t>
                  </w:r>
                </w:p>
              </w:txbxContent>
            </v:textbox>
          </v:roundrect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_x0000_s1091" type="#_x0000_t75" alt="winter-polar-bear.png" style="position:absolute;margin-left:-45pt;margin-top:19.4pt;width:161.25pt;height:127.5pt;z-index:251635200;visibility:visible">
            <v:imagedata r:id="rId13" o:title=""/>
          </v:shape>
        </w:pict>
      </w: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_x0000_s1092" type="#_x0000_t75" alt="winter-polar-bear.png" style="position:absolute;margin-left:95.25pt;margin-top:20.9pt;width:161.25pt;height:127.5pt;z-index:251636224;visibility:visible">
            <v:imagedata r:id="rId13" o:title=""/>
          </v:shape>
        </w:pict>
      </w: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shape id="_x0000_s1093" type="#_x0000_t75" alt="winter-polar-bear.png" style="position:absolute;margin-left:264pt;margin-top:-.05pt;width:161.25pt;height:127.5pt;z-index:251637248;visibility:visible">
            <v:imagedata r:id="rId13" o:title=""/>
          </v:shape>
        </w:pict>
      </w: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roundrect id="AutoShape 19" o:spid="_x0000_s1094" style="position:absolute;margin-left:-18pt;margin-top:6.05pt;width:62.1pt;height:27.75pt;z-index:2516423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" stroked="f">
            <v:textbox>
              <w:txbxContent>
                <w:p w:rsidR="00E7270F" w:rsidRPr="00D17923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3 Χ 4 </w:t>
                  </w: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>=</w:t>
                  </w:r>
                </w:p>
              </w:txbxContent>
            </v:textbox>
          </v:roundrect>
        </w:pict>
      </w:r>
    </w:p>
    <w:p w:rsidR="00E7270F" w:rsidRPr="007B585D" w:rsidRDefault="00E7270F" w:rsidP="000B0C87">
      <w:pPr>
        <w:rPr>
          <w:lang w:val="el-GR"/>
        </w:rPr>
      </w:pPr>
      <w:r>
        <w:rPr>
          <w:noProof/>
          <w:lang w:val="el-GR" w:eastAsia="el-GR"/>
        </w:rPr>
        <w:pict>
          <v:roundrect id="AutoShape 15" o:spid="_x0000_s1095" style="position:absolute;margin-left:290.25pt;margin-top:14.35pt;width:64.5pt;height:25.5pt;z-index:251638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" stroked="f">
            <v:textbox>
              <w:txbxContent>
                <w:p w:rsidR="00E7270F" w:rsidRPr="0002014D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4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Χ 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>5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=</w:t>
                  </w:r>
                </w:p>
              </w:txbxContent>
            </v:textbox>
          </v:roundrect>
        </w:pict>
      </w:r>
      <w:r>
        <w:rPr>
          <w:noProof/>
          <w:lang w:val="el-GR" w:eastAsia="el-GR"/>
        </w:rPr>
        <w:pict>
          <v:roundrect id="AutoShape 17" o:spid="_x0000_s1096" style="position:absolute;margin-left:126.75pt;margin-top:13pt;width:62.1pt;height:29.25pt;z-index:251640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" stroked="f">
            <v:textbox>
              <w:txbxContent>
                <w:p w:rsidR="00E7270F" w:rsidRPr="00D17923" w:rsidRDefault="00E7270F" w:rsidP="00D1792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el-GR"/>
                    </w:rPr>
                    <w:t xml:space="preserve">14 : 2 </w:t>
                  </w:r>
                  <w:r w:rsidRPr="00D17923">
                    <w:rPr>
                      <w:rFonts w:ascii="Comic Sans MS" w:hAnsi="Comic Sans MS"/>
                      <w:sz w:val="24"/>
                      <w:szCs w:val="24"/>
                    </w:rPr>
                    <w:t>=</w:t>
                  </w:r>
                </w:p>
              </w:txbxContent>
            </v:textbox>
          </v:roundrect>
        </w:pict>
      </w: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0B0C87">
      <w:pPr>
        <w:rPr>
          <w:lang w:val="el-GR"/>
        </w:rPr>
      </w:pPr>
    </w:p>
    <w:p w:rsidR="00E7270F" w:rsidRPr="007B585D" w:rsidRDefault="00E7270F" w:rsidP="00D17923">
      <w:pPr>
        <w:pStyle w:val="ListParagraph"/>
        <w:rPr>
          <w:lang w:val="el-GR"/>
        </w:rPr>
      </w:pPr>
      <w:r w:rsidRPr="007B585D">
        <w:rPr>
          <w:lang w:val="el-GR"/>
        </w:rPr>
        <w:t xml:space="preserve">                                                     </w:t>
      </w:r>
    </w:p>
    <w:p w:rsidR="00E7270F" w:rsidRDefault="00E7270F" w:rsidP="0002014D">
      <w:pPr>
        <w:pStyle w:val="ListParagraph"/>
        <w:rPr>
          <w:lang w:val="el-GR"/>
        </w:rPr>
      </w:pPr>
      <w:r w:rsidRPr="007B585D">
        <w:rPr>
          <w:lang w:val="el-GR"/>
        </w:rPr>
        <w:t xml:space="preserve">                                </w:t>
      </w:r>
    </w:p>
    <w:p w:rsidR="00E7270F" w:rsidRDefault="00E7270F" w:rsidP="0002014D">
      <w:pPr>
        <w:pStyle w:val="ListParagraph"/>
        <w:rPr>
          <w:lang w:val="el-GR"/>
        </w:rPr>
      </w:pPr>
    </w:p>
    <w:p w:rsidR="00E7270F" w:rsidRDefault="00E7270F" w:rsidP="00A42C69">
      <w:pPr>
        <w:pStyle w:val="ListParagraph"/>
        <w:rPr>
          <w:lang w:val="el-GR"/>
        </w:rPr>
      </w:pPr>
    </w:p>
    <w:p w:rsidR="00E7270F" w:rsidRDefault="00E7270F" w:rsidP="00A42C69">
      <w:pPr>
        <w:pStyle w:val="ListParagraph"/>
        <w:rPr>
          <w:lang w:val="el-GR"/>
        </w:rPr>
      </w:pPr>
    </w:p>
    <w:p w:rsidR="00E7270F" w:rsidRDefault="00E7270F" w:rsidP="00A42C69">
      <w:pPr>
        <w:pStyle w:val="ListParagraph"/>
        <w:rPr>
          <w:lang w:val="el-GR"/>
        </w:rPr>
      </w:pPr>
      <w:r>
        <w:rPr>
          <w:lang w:val="el-GR"/>
        </w:rPr>
        <w:t xml:space="preserve">                                         </w:t>
      </w:r>
      <w:r>
        <w:rPr>
          <w:sz w:val="72"/>
          <w:szCs w:val="72"/>
          <w:lang w:val="el-GR"/>
        </w:rPr>
        <w:t xml:space="preserve">        </w:t>
      </w:r>
    </w:p>
    <w:p w:rsidR="00E7270F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  <w:r>
        <w:rPr>
          <w:noProof/>
          <w:lang w:val="el-GR" w:eastAsia="el-G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97" type="#_x0000_t156" style="position:absolute;left:0;text-align:left;margin-left:63pt;margin-top:-27pt;width:262.5pt;height:51pt;z-index:-251629056" wrapcoords="2283 635 0 1588 -62 4129 309 5718 309 14929 864 15882 3086 16200 12898 20012 13269 20012 15552 20012 21600 17153 21662 2541 2901 635 2283 635" fillcolor="black">
            <v:shadow color="#868686"/>
            <v:textpath style="font-family:&quot;Comic Sans MS&quot;;v-text-kern:t" trim="t" fitpath="t" xscale="f" string="Προβλήματα!!"/>
            <w10:wrap type="tight"/>
          </v:shape>
        </w:pict>
      </w:r>
    </w:p>
    <w:p w:rsidR="00E7270F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</w:p>
    <w:p w:rsidR="00E7270F" w:rsidRPr="00A04199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Α) </w:t>
      </w:r>
      <w:r w:rsidRPr="007B585D">
        <w:rPr>
          <w:rFonts w:ascii="Comic Sans MS" w:hAnsi="Comic Sans MS"/>
          <w:sz w:val="24"/>
          <w:szCs w:val="24"/>
          <w:lang w:val="el-GR"/>
        </w:rPr>
        <w:t>Στο μάθημα της Γυμναστικής ο δάσκαλος έβαλε τα παι</w:t>
      </w:r>
      <w:r>
        <w:rPr>
          <w:rFonts w:ascii="Comic Sans MS" w:hAnsi="Comic Sans MS"/>
          <w:sz w:val="24"/>
          <w:szCs w:val="24"/>
          <w:lang w:val="el-GR"/>
        </w:rPr>
        <w:t>διά της Β’ τάξης να σταθούν σε 5</w:t>
      </w:r>
      <w:r w:rsidRPr="007B585D">
        <w:rPr>
          <w:rFonts w:ascii="Comic Sans MS" w:hAnsi="Comic Sans MS"/>
          <w:sz w:val="24"/>
          <w:szCs w:val="24"/>
          <w:lang w:val="el-GR"/>
        </w:rPr>
        <w:t xml:space="preserve"> </w:t>
      </w:r>
      <w:r>
        <w:rPr>
          <w:rFonts w:ascii="Comic Sans MS" w:hAnsi="Comic Sans MS"/>
          <w:sz w:val="24"/>
          <w:szCs w:val="24"/>
          <w:lang w:val="el-GR"/>
        </w:rPr>
        <w:t xml:space="preserve">σειρές. </w:t>
      </w:r>
      <w:r w:rsidRPr="00A04199">
        <w:rPr>
          <w:rFonts w:ascii="Comic Sans MS" w:hAnsi="Comic Sans MS"/>
          <w:sz w:val="24"/>
          <w:szCs w:val="24"/>
          <w:u w:val="single"/>
          <w:lang w:val="el-GR"/>
        </w:rPr>
        <w:t>Σε κάθε σειρά</w:t>
      </w:r>
      <w:r>
        <w:rPr>
          <w:rFonts w:ascii="Comic Sans MS" w:hAnsi="Comic Sans MS"/>
          <w:sz w:val="24"/>
          <w:szCs w:val="24"/>
          <w:lang w:val="el-GR"/>
        </w:rPr>
        <w:t xml:space="preserve"> στάθηκαν 5</w:t>
      </w:r>
      <w:r w:rsidRPr="007B585D">
        <w:rPr>
          <w:rFonts w:ascii="Comic Sans MS" w:hAnsi="Comic Sans MS"/>
          <w:sz w:val="24"/>
          <w:szCs w:val="24"/>
          <w:lang w:val="el-GR"/>
        </w:rPr>
        <w:t xml:space="preserve"> παιδιά.</w:t>
      </w:r>
      <w:r>
        <w:rPr>
          <w:rFonts w:ascii="Comic Sans MS" w:hAnsi="Comic Sans MS"/>
          <w:sz w:val="24"/>
          <w:szCs w:val="24"/>
          <w:lang w:val="el-GR"/>
        </w:rPr>
        <w:t xml:space="preserve"> Πόσα ήταν όλα τα παιδιά της Β’ </w:t>
      </w:r>
      <w:r w:rsidRPr="007B585D">
        <w:rPr>
          <w:rFonts w:ascii="Comic Sans MS" w:hAnsi="Comic Sans MS"/>
          <w:sz w:val="24"/>
          <w:szCs w:val="24"/>
          <w:lang w:val="el-GR"/>
        </w:rPr>
        <w:t>τάξης;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Pr="00A04199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Β) </w:t>
      </w:r>
      <w:r w:rsidRPr="007B585D">
        <w:rPr>
          <w:rFonts w:ascii="Comic Sans MS" w:hAnsi="Comic Sans MS"/>
          <w:sz w:val="24"/>
          <w:szCs w:val="24"/>
          <w:lang w:val="el-GR"/>
        </w:rPr>
        <w:t>Η κυρία Αλεξάνδρα θέλει να φυτέ</w:t>
      </w:r>
      <w:r>
        <w:rPr>
          <w:rFonts w:ascii="Comic Sans MS" w:hAnsi="Comic Sans MS"/>
          <w:sz w:val="24"/>
          <w:szCs w:val="24"/>
          <w:lang w:val="el-GR"/>
        </w:rPr>
        <w:t>ψει στον κήπο του σπιτιού της 15</w:t>
      </w:r>
      <w:r w:rsidRPr="007B585D">
        <w:rPr>
          <w:rFonts w:ascii="Comic Sans MS" w:hAnsi="Comic Sans MS"/>
          <w:sz w:val="24"/>
          <w:szCs w:val="24"/>
          <w:lang w:val="el-GR"/>
        </w:rPr>
        <w:t xml:space="preserve"> τρ</w:t>
      </w:r>
      <w:r>
        <w:rPr>
          <w:rFonts w:ascii="Comic Sans MS" w:hAnsi="Comic Sans MS"/>
          <w:sz w:val="24"/>
          <w:szCs w:val="24"/>
          <w:lang w:val="el-GR"/>
        </w:rPr>
        <w:t>ι</w:t>
      </w:r>
      <w:r w:rsidRPr="007B585D">
        <w:rPr>
          <w:rFonts w:ascii="Comic Sans MS" w:hAnsi="Comic Sans MS"/>
          <w:sz w:val="24"/>
          <w:szCs w:val="24"/>
          <w:lang w:val="el-GR"/>
        </w:rPr>
        <w:t>α</w:t>
      </w:r>
      <w:r>
        <w:rPr>
          <w:rFonts w:ascii="Comic Sans MS" w:hAnsi="Comic Sans MS"/>
          <w:sz w:val="24"/>
          <w:szCs w:val="24"/>
          <w:lang w:val="el-GR"/>
        </w:rPr>
        <w:t xml:space="preserve">νταφυλλιές. Θα τις </w:t>
      </w:r>
      <w:r w:rsidRPr="00A04199">
        <w:rPr>
          <w:rFonts w:ascii="Comic Sans MS" w:hAnsi="Comic Sans MS"/>
          <w:sz w:val="24"/>
          <w:szCs w:val="24"/>
          <w:u w:val="single"/>
          <w:lang w:val="el-GR"/>
        </w:rPr>
        <w:t>μοιράσει</w:t>
      </w:r>
      <w:r>
        <w:rPr>
          <w:rFonts w:ascii="Comic Sans MS" w:hAnsi="Comic Sans MS"/>
          <w:sz w:val="24"/>
          <w:szCs w:val="24"/>
          <w:lang w:val="el-GR"/>
        </w:rPr>
        <w:t xml:space="preserve"> σε 3</w:t>
      </w:r>
      <w:r w:rsidRPr="007B585D">
        <w:rPr>
          <w:rFonts w:ascii="Comic Sans MS" w:hAnsi="Comic Sans MS"/>
          <w:sz w:val="24"/>
          <w:szCs w:val="24"/>
          <w:lang w:val="el-GR"/>
        </w:rPr>
        <w:t xml:space="preserve"> σειρές. Πόσες τριανταφυλλιές θα φυτέψει σε κάθε σειρά;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Pr="007B585D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</w:p>
    <w:p w:rsidR="00E7270F" w:rsidRPr="007B585D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</w:p>
    <w:p w:rsidR="00E7270F" w:rsidRPr="00A04199" w:rsidRDefault="00E7270F" w:rsidP="00B31F98">
      <w:pPr>
        <w:spacing w:after="0"/>
        <w:jc w:val="both"/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 xml:space="preserve">Γ) Τα παιδιά της Γ’ τάξης είναι 18. </w:t>
      </w:r>
      <w:r w:rsidRPr="00A04199">
        <w:rPr>
          <w:rFonts w:ascii="Comic Sans MS" w:hAnsi="Comic Sans MS"/>
          <w:sz w:val="24"/>
          <w:szCs w:val="24"/>
          <w:u w:val="single"/>
          <w:lang w:val="el-GR"/>
        </w:rPr>
        <w:t>Σε κάθε θρανίο</w:t>
      </w:r>
      <w:r>
        <w:rPr>
          <w:rFonts w:ascii="Comic Sans MS" w:hAnsi="Comic Sans MS"/>
          <w:sz w:val="24"/>
          <w:szCs w:val="24"/>
          <w:lang w:val="el-GR"/>
        </w:rPr>
        <w:t xml:space="preserve"> θα καθίσουν 2 παιδιά. Πόσα θρανία θα χρειαστούν</w:t>
      </w:r>
      <w:r w:rsidRPr="007B585D">
        <w:rPr>
          <w:rFonts w:ascii="Comic Sans MS" w:hAnsi="Comic Sans MS"/>
          <w:sz w:val="24"/>
          <w:szCs w:val="24"/>
          <w:lang w:val="el-GR"/>
        </w:rPr>
        <w:t>;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B31F98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Pr="007B585D" w:rsidRDefault="00E7270F">
      <w:pPr>
        <w:rPr>
          <w:rFonts w:ascii="Comic Sans MS" w:hAnsi="Comic Sans MS"/>
          <w:sz w:val="24"/>
          <w:szCs w:val="24"/>
          <w:lang w:val="el-GR"/>
        </w:rPr>
      </w:pPr>
      <w:bookmarkStart w:id="0" w:name="_GoBack"/>
      <w:bookmarkEnd w:id="0"/>
    </w:p>
    <w:p w:rsidR="00E7270F" w:rsidRPr="007B585D" w:rsidRDefault="00E7270F">
      <w:pPr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Δ) Πόσα πόδια έχουν συνολικά 5 κατσίκες;</w:t>
      </w:r>
    </w:p>
    <w:p w:rsidR="00E7270F" w:rsidRPr="00A42C69" w:rsidRDefault="00E7270F" w:rsidP="00A04199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A04199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Default="00E7270F">
      <w:pPr>
        <w:rPr>
          <w:rFonts w:ascii="Comic Sans MS" w:hAnsi="Comic Sans MS"/>
          <w:sz w:val="24"/>
          <w:szCs w:val="24"/>
          <w:lang w:val="el-GR"/>
        </w:rPr>
      </w:pPr>
      <w:r>
        <w:rPr>
          <w:noProof/>
          <w:lang w:val="el-GR" w:eastAsia="el-GR"/>
        </w:rPr>
        <w:pict>
          <v:shape id="_x0000_s1098" type="#_x0000_t75" alt="114%20Flower%20Pot.gif" style="position:absolute;margin-left:378pt;margin-top:15.8pt;width:57.6pt;height:57pt;z-index:251684352;visibility:visible">
            <v:imagedata r:id="rId7" o:title=""/>
          </v:shape>
        </w:pict>
      </w:r>
      <w:r>
        <w:rPr>
          <w:noProof/>
          <w:lang w:val="el-GR" w:eastAsia="el-GR"/>
        </w:rPr>
        <w:pict>
          <v:shape id="_x0000_s1099" type="#_x0000_t75" alt="114%20Flower%20Pot.gif" style="position:absolute;margin-left:324pt;margin-top:15.8pt;width:57.6pt;height:57pt;z-index:251685376;visibility:visible">
            <v:imagedata r:id="rId7" o:title=""/>
          </v:shape>
        </w:pict>
      </w:r>
      <w:r>
        <w:rPr>
          <w:noProof/>
          <w:lang w:val="el-GR" w:eastAsia="el-GR"/>
        </w:rPr>
        <w:pict>
          <v:shape id="_x0000_s1100" type="#_x0000_t75" alt="114%20Flower%20Pot.gif" style="position:absolute;margin-left:270pt;margin-top:15.8pt;width:57.6pt;height:57pt;z-index:251686400;visibility:visible">
            <v:imagedata r:id="rId7" o:title=""/>
          </v:shape>
        </w:pict>
      </w:r>
    </w:p>
    <w:p w:rsidR="00E7270F" w:rsidRDefault="00E7270F">
      <w:pPr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Να γράψεις ένα δικό σου πρόβλημα για την εικόνα</w:t>
      </w:r>
    </w:p>
    <w:p w:rsidR="00E7270F" w:rsidRPr="003118F6" w:rsidRDefault="00E7270F">
      <w:pPr>
        <w:rPr>
          <w:rFonts w:ascii="Comic Sans MS" w:hAnsi="Comic Sans MS"/>
          <w:i/>
          <w:lang w:val="el-GR"/>
        </w:rPr>
      </w:pPr>
      <w:r w:rsidRPr="003118F6">
        <w:rPr>
          <w:rFonts w:ascii="Comic Sans MS" w:hAnsi="Comic Sans MS"/>
          <w:i/>
          <w:lang w:val="el-GR"/>
        </w:rPr>
        <w:t>* Βρες πρώτα την εξίσωση που ταιριάζει</w:t>
      </w:r>
    </w:p>
    <w:p w:rsidR="00E7270F" w:rsidRDefault="00E7270F">
      <w:pPr>
        <w:rPr>
          <w:rFonts w:ascii="Comic Sans MS" w:hAnsi="Comic Sans MS"/>
          <w:sz w:val="24"/>
          <w:szCs w:val="24"/>
          <w:lang w:val="el-GR"/>
        </w:rPr>
      </w:pPr>
      <w:r>
        <w:rPr>
          <w:rFonts w:ascii="Comic Sans MS" w:hAnsi="Comic Sans MS"/>
          <w:sz w:val="24"/>
          <w:szCs w:val="24"/>
          <w:lang w:val="el-GR"/>
        </w:rPr>
        <w:t>________________________________________________________________________________________________________________________________________________________________________</w:t>
      </w:r>
    </w:p>
    <w:p w:rsidR="00E7270F" w:rsidRDefault="00E7270F" w:rsidP="00A04199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</w:p>
    <w:p w:rsidR="00E7270F" w:rsidRPr="00A42C69" w:rsidRDefault="00E7270F" w:rsidP="00A04199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Μαθηματική πρόταση: _____________________________________</w:t>
      </w:r>
    </w:p>
    <w:p w:rsidR="00E7270F" w:rsidRPr="00A42C69" w:rsidRDefault="00E7270F" w:rsidP="00A04199">
      <w:pPr>
        <w:spacing w:after="0"/>
        <w:jc w:val="both"/>
        <w:rPr>
          <w:rFonts w:ascii="Comic Sans MS" w:hAnsi="Comic Sans MS"/>
          <w:b/>
          <w:sz w:val="24"/>
          <w:szCs w:val="24"/>
          <w:lang w:val="el-GR"/>
        </w:rPr>
      </w:pPr>
      <w:r w:rsidRPr="00A42C69">
        <w:rPr>
          <w:rFonts w:ascii="Comic Sans MS" w:hAnsi="Comic Sans MS"/>
          <w:b/>
          <w:sz w:val="24"/>
          <w:szCs w:val="24"/>
          <w:lang w:val="el-GR"/>
        </w:rPr>
        <w:t>Απάντηση: ______________________________________________</w:t>
      </w:r>
    </w:p>
    <w:p w:rsidR="00E7270F" w:rsidRPr="007B585D" w:rsidRDefault="00E7270F">
      <w:pPr>
        <w:rPr>
          <w:rFonts w:ascii="Comic Sans MS" w:hAnsi="Comic Sans MS"/>
          <w:sz w:val="24"/>
          <w:szCs w:val="24"/>
          <w:lang w:val="el-GR"/>
        </w:rPr>
      </w:pPr>
    </w:p>
    <w:sectPr w:rsidR="00E7270F" w:rsidRPr="007B585D" w:rsidSect="00A04199">
      <w:pgSz w:w="11906" w:h="16838"/>
      <w:pgMar w:top="1440" w:right="1558" w:bottom="1135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0F1"/>
    <w:multiLevelType w:val="hybridMultilevel"/>
    <w:tmpl w:val="419095E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51423B"/>
    <w:multiLevelType w:val="hybridMultilevel"/>
    <w:tmpl w:val="DA44EB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D31A19"/>
    <w:multiLevelType w:val="hybridMultilevel"/>
    <w:tmpl w:val="09F414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04443D"/>
    <w:multiLevelType w:val="hybridMultilevel"/>
    <w:tmpl w:val="CC823F28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654"/>
    <w:rsid w:val="0002014D"/>
    <w:rsid w:val="00063781"/>
    <w:rsid w:val="0006429F"/>
    <w:rsid w:val="000B0C87"/>
    <w:rsid w:val="000E50A9"/>
    <w:rsid w:val="00204C4F"/>
    <w:rsid w:val="00254BC3"/>
    <w:rsid w:val="002A168A"/>
    <w:rsid w:val="003118F6"/>
    <w:rsid w:val="003C1C8C"/>
    <w:rsid w:val="003F093B"/>
    <w:rsid w:val="00450F0B"/>
    <w:rsid w:val="004640C8"/>
    <w:rsid w:val="004920D2"/>
    <w:rsid w:val="005A7364"/>
    <w:rsid w:val="005B719D"/>
    <w:rsid w:val="005D0402"/>
    <w:rsid w:val="006136EA"/>
    <w:rsid w:val="006B0167"/>
    <w:rsid w:val="006D30C4"/>
    <w:rsid w:val="007B585D"/>
    <w:rsid w:val="007D5469"/>
    <w:rsid w:val="007E04F5"/>
    <w:rsid w:val="00815B96"/>
    <w:rsid w:val="009142E8"/>
    <w:rsid w:val="00933900"/>
    <w:rsid w:val="009C5B7D"/>
    <w:rsid w:val="00A04199"/>
    <w:rsid w:val="00A31202"/>
    <w:rsid w:val="00A42C69"/>
    <w:rsid w:val="00AB4D1F"/>
    <w:rsid w:val="00B26F2C"/>
    <w:rsid w:val="00B31F98"/>
    <w:rsid w:val="00BE18BF"/>
    <w:rsid w:val="00C55630"/>
    <w:rsid w:val="00C97C6C"/>
    <w:rsid w:val="00D17923"/>
    <w:rsid w:val="00E14AD3"/>
    <w:rsid w:val="00E331AB"/>
    <w:rsid w:val="00E640B4"/>
    <w:rsid w:val="00E7270F"/>
    <w:rsid w:val="00E9465D"/>
    <w:rsid w:val="00EC4BE9"/>
    <w:rsid w:val="00ED6974"/>
    <w:rsid w:val="00EE7654"/>
    <w:rsid w:val="00F67A92"/>
    <w:rsid w:val="00FA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B4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0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0C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B719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391</Words>
  <Characters>2116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.</cp:lastModifiedBy>
  <cp:revision>2</cp:revision>
  <cp:lastPrinted>2012-12-06T16:36:00Z</cp:lastPrinted>
  <dcterms:created xsi:type="dcterms:W3CDTF">2020-03-17T16:03:00Z</dcterms:created>
  <dcterms:modified xsi:type="dcterms:W3CDTF">2020-03-17T16:03:00Z</dcterms:modified>
</cp:coreProperties>
</file>